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4597E6" w14:textId="2610F1F0" w:rsidR="0015645E" w:rsidRDefault="0015645E" w:rsidP="004034A6"/>
    <w:p w14:paraId="72D83173" w14:textId="77777777" w:rsidR="00E92A0F" w:rsidRDefault="00E92A0F" w:rsidP="004034A6"/>
    <w:p w14:paraId="7130D6D6" w14:textId="77777777" w:rsidR="00D435D6" w:rsidRDefault="00D435D6" w:rsidP="009566D6">
      <w:pPr>
        <w:pStyle w:val="Heading1"/>
      </w:pPr>
      <w:r w:rsidRPr="001D7B92">
        <w:t>Worksheet</w:t>
      </w:r>
    </w:p>
    <w:p w14:paraId="79AEC2C1" w14:textId="77777777" w:rsidR="00D435D6" w:rsidRPr="001D7B92" w:rsidRDefault="00D435D6" w:rsidP="00D435D6">
      <w:pPr>
        <w:spacing w:line="360" w:lineRule="auto"/>
        <w:ind w:left="720" w:hanging="360"/>
        <w:rPr>
          <w:b/>
          <w:bCs/>
        </w:rPr>
      </w:pPr>
    </w:p>
    <w:p w14:paraId="40725F6C" w14:textId="5DDE4762" w:rsidR="00D435D6" w:rsidRPr="00EE62FF" w:rsidRDefault="00D435D6" w:rsidP="00D435D6">
      <w:pPr>
        <w:pStyle w:val="ListParagraph"/>
        <w:numPr>
          <w:ilvl w:val="0"/>
          <w:numId w:val="15"/>
        </w:numPr>
        <w:spacing w:line="360" w:lineRule="auto"/>
        <w:jc w:val="left"/>
      </w:pPr>
      <w:r w:rsidRPr="00EE62FF">
        <w:t>Volumes of 0.1</w:t>
      </w:r>
      <w:r w:rsidR="00036083">
        <w:t xml:space="preserve"> </w:t>
      </w:r>
      <w:r w:rsidRPr="00EE62FF">
        <w:t>M HCl needed to neutralise 10</w:t>
      </w:r>
      <w:r w:rsidR="00036083">
        <w:t xml:space="preserve"> </w:t>
      </w:r>
      <w:r w:rsidRPr="00EE62FF">
        <w:t>mL of NaOH analyte solution:</w:t>
      </w:r>
    </w:p>
    <w:p w14:paraId="7EC38F11" w14:textId="77777777" w:rsidR="00D435D6" w:rsidRDefault="00D435D6" w:rsidP="00D435D6">
      <w:pPr>
        <w:spacing w:line="360" w:lineRule="auto"/>
        <w:jc w:val="left"/>
      </w:pPr>
    </w:p>
    <w:p w14:paraId="2F548167" w14:textId="77777777" w:rsidR="00D435D6" w:rsidRPr="008E1E26" w:rsidRDefault="00D435D6" w:rsidP="00D435D6">
      <w:pPr>
        <w:pStyle w:val="ListParagraph"/>
        <w:spacing w:line="360" w:lineRule="auto"/>
      </w:pPr>
      <w:r>
        <w:t>Run 1:</w:t>
      </w:r>
    </w:p>
    <w:p w14:paraId="57F51A91" w14:textId="77777777" w:rsidR="00D435D6" w:rsidRDefault="00D435D6" w:rsidP="00D435D6">
      <w:pPr>
        <w:spacing w:line="360" w:lineRule="auto"/>
        <w:jc w:val="left"/>
        <w:rPr>
          <w:b/>
          <w:bCs/>
        </w:rPr>
      </w:pPr>
    </w:p>
    <w:p w14:paraId="710917D2" w14:textId="77777777" w:rsidR="00D435D6" w:rsidRPr="008E1E26" w:rsidRDefault="00D435D6" w:rsidP="00D435D6">
      <w:pPr>
        <w:pStyle w:val="ListParagraph"/>
        <w:spacing w:line="360" w:lineRule="auto"/>
      </w:pPr>
      <w:r>
        <w:t>Run 2:</w:t>
      </w:r>
    </w:p>
    <w:p w14:paraId="04E3C9C1" w14:textId="77777777" w:rsidR="00D435D6" w:rsidRDefault="00D435D6" w:rsidP="00D435D6">
      <w:pPr>
        <w:spacing w:line="360" w:lineRule="auto"/>
        <w:jc w:val="left"/>
      </w:pPr>
    </w:p>
    <w:p w14:paraId="31BFAB55" w14:textId="77777777" w:rsidR="00D435D6" w:rsidRDefault="00D435D6" w:rsidP="00D435D6">
      <w:pPr>
        <w:pStyle w:val="ListParagraph"/>
        <w:spacing w:line="360" w:lineRule="auto"/>
      </w:pPr>
      <w:r>
        <w:t>Run 3:</w:t>
      </w:r>
    </w:p>
    <w:p w14:paraId="211CBAE4" w14:textId="77777777" w:rsidR="00D435D6" w:rsidRDefault="00D435D6" w:rsidP="00D435D6">
      <w:pPr>
        <w:spacing w:line="360" w:lineRule="auto"/>
        <w:jc w:val="left"/>
      </w:pPr>
    </w:p>
    <w:p w14:paraId="663A7C97" w14:textId="77777777" w:rsidR="00D435D6" w:rsidRDefault="00D435D6" w:rsidP="00D435D6">
      <w:pPr>
        <w:pStyle w:val="ListParagraph"/>
        <w:numPr>
          <w:ilvl w:val="0"/>
          <w:numId w:val="15"/>
        </w:numPr>
        <w:spacing w:line="360" w:lineRule="auto"/>
        <w:jc w:val="left"/>
      </w:pPr>
      <w:r>
        <w:t>Using your result from run 3, work out the concentration of NaOH in the analyte solution:</w:t>
      </w:r>
    </w:p>
    <w:p w14:paraId="544DC33A" w14:textId="77777777" w:rsidR="00036083" w:rsidRDefault="00036083" w:rsidP="00036083">
      <w:pPr>
        <w:spacing w:line="360" w:lineRule="auto"/>
        <w:jc w:val="left"/>
      </w:pPr>
    </w:p>
    <w:p w14:paraId="5E901F04" w14:textId="77777777" w:rsidR="00036083" w:rsidRDefault="00036083" w:rsidP="00036083">
      <w:pPr>
        <w:spacing w:line="360" w:lineRule="auto"/>
        <w:jc w:val="left"/>
      </w:pPr>
    </w:p>
    <w:p w14:paraId="3A061425" w14:textId="77777777" w:rsidR="00036083" w:rsidRDefault="00036083" w:rsidP="00036083">
      <w:pPr>
        <w:spacing w:line="360" w:lineRule="auto"/>
        <w:jc w:val="left"/>
      </w:pPr>
    </w:p>
    <w:p w14:paraId="2253EC15" w14:textId="77777777" w:rsidR="00036083" w:rsidRDefault="00036083" w:rsidP="00036083">
      <w:pPr>
        <w:spacing w:line="360" w:lineRule="auto"/>
        <w:jc w:val="left"/>
      </w:pPr>
    </w:p>
    <w:p w14:paraId="4914885E" w14:textId="77777777" w:rsidR="00036083" w:rsidRDefault="00036083" w:rsidP="00036083">
      <w:pPr>
        <w:spacing w:line="360" w:lineRule="auto"/>
        <w:jc w:val="left"/>
      </w:pPr>
    </w:p>
    <w:p w14:paraId="72CBCFCC" w14:textId="77777777" w:rsidR="00036083" w:rsidRDefault="00036083" w:rsidP="00036083">
      <w:pPr>
        <w:spacing w:line="360" w:lineRule="auto"/>
        <w:jc w:val="left"/>
      </w:pPr>
    </w:p>
    <w:p w14:paraId="7C128426" w14:textId="77777777" w:rsidR="00036083" w:rsidRDefault="00036083" w:rsidP="00036083">
      <w:pPr>
        <w:spacing w:line="360" w:lineRule="auto"/>
        <w:jc w:val="left"/>
      </w:pPr>
    </w:p>
    <w:p w14:paraId="48A91367" w14:textId="77777777" w:rsidR="00036083" w:rsidRDefault="00036083" w:rsidP="00036083">
      <w:pPr>
        <w:spacing w:line="360" w:lineRule="auto"/>
        <w:jc w:val="left"/>
      </w:pPr>
    </w:p>
    <w:p w14:paraId="343F228C" w14:textId="77777777" w:rsidR="00036083" w:rsidRDefault="00036083" w:rsidP="00036083">
      <w:pPr>
        <w:spacing w:line="360" w:lineRule="auto"/>
        <w:jc w:val="left"/>
      </w:pPr>
    </w:p>
    <w:p w14:paraId="6CCA9CCC" w14:textId="77777777" w:rsidR="00D435D6" w:rsidRDefault="00D435D6" w:rsidP="00D435D6">
      <w:pPr>
        <w:spacing w:line="360" w:lineRule="auto"/>
        <w:jc w:val="left"/>
      </w:pPr>
    </w:p>
    <w:p w14:paraId="33EE2630" w14:textId="77777777" w:rsidR="00D435D6" w:rsidRDefault="00D435D6" w:rsidP="00D435D6">
      <w:pPr>
        <w:pStyle w:val="ListParagraph"/>
        <w:numPr>
          <w:ilvl w:val="0"/>
          <w:numId w:val="15"/>
        </w:numPr>
        <w:spacing w:line="360" w:lineRule="auto"/>
        <w:jc w:val="left"/>
      </w:pPr>
      <w:r>
        <w:t>Observations at the endpoint:</w:t>
      </w:r>
    </w:p>
    <w:p w14:paraId="783141C1" w14:textId="77777777" w:rsidR="00036083" w:rsidRDefault="00036083" w:rsidP="00036083">
      <w:pPr>
        <w:spacing w:line="360" w:lineRule="auto"/>
        <w:jc w:val="left"/>
      </w:pPr>
    </w:p>
    <w:p w14:paraId="28D656F6" w14:textId="77777777" w:rsidR="00036083" w:rsidRDefault="00036083" w:rsidP="00036083">
      <w:pPr>
        <w:spacing w:line="360" w:lineRule="auto"/>
        <w:jc w:val="left"/>
      </w:pPr>
    </w:p>
    <w:p w14:paraId="54B9C810" w14:textId="77777777" w:rsidR="00036083" w:rsidRDefault="00036083" w:rsidP="00036083">
      <w:pPr>
        <w:spacing w:line="360" w:lineRule="auto"/>
        <w:jc w:val="left"/>
      </w:pPr>
    </w:p>
    <w:p w14:paraId="1C026726" w14:textId="77777777" w:rsidR="00036083" w:rsidRDefault="00036083" w:rsidP="00036083">
      <w:pPr>
        <w:spacing w:line="360" w:lineRule="auto"/>
        <w:jc w:val="left"/>
      </w:pPr>
    </w:p>
    <w:p w14:paraId="4BF98611" w14:textId="77777777" w:rsidR="00036083" w:rsidRDefault="00036083" w:rsidP="00036083">
      <w:pPr>
        <w:spacing w:line="360" w:lineRule="auto"/>
        <w:jc w:val="left"/>
      </w:pPr>
    </w:p>
    <w:p w14:paraId="0F740838" w14:textId="77777777" w:rsidR="00036083" w:rsidRDefault="00036083" w:rsidP="00036083">
      <w:pPr>
        <w:spacing w:line="360" w:lineRule="auto"/>
        <w:jc w:val="left"/>
      </w:pPr>
    </w:p>
    <w:p w14:paraId="5644F857" w14:textId="77777777" w:rsidR="00036083" w:rsidRDefault="00036083" w:rsidP="00036083">
      <w:pPr>
        <w:spacing w:line="360" w:lineRule="auto"/>
        <w:jc w:val="left"/>
      </w:pPr>
    </w:p>
    <w:p w14:paraId="7D057899" w14:textId="77777777" w:rsidR="00036083" w:rsidRDefault="00036083" w:rsidP="00036083">
      <w:pPr>
        <w:spacing w:line="360" w:lineRule="auto"/>
        <w:jc w:val="left"/>
      </w:pPr>
    </w:p>
    <w:p w14:paraId="0463A323" w14:textId="77777777" w:rsidR="00036083" w:rsidRDefault="00036083" w:rsidP="00036083">
      <w:pPr>
        <w:spacing w:line="360" w:lineRule="auto"/>
        <w:jc w:val="left"/>
      </w:pPr>
    </w:p>
    <w:p w14:paraId="386D761B" w14:textId="77777777" w:rsidR="00036083" w:rsidRDefault="00036083" w:rsidP="00036083">
      <w:pPr>
        <w:spacing w:line="360" w:lineRule="auto"/>
        <w:jc w:val="left"/>
      </w:pPr>
    </w:p>
    <w:p w14:paraId="1679B578" w14:textId="77777777" w:rsidR="00036083" w:rsidRDefault="00036083" w:rsidP="00036083">
      <w:pPr>
        <w:spacing w:line="360" w:lineRule="auto"/>
        <w:jc w:val="left"/>
      </w:pPr>
    </w:p>
    <w:p w14:paraId="0E08F818" w14:textId="77777777" w:rsidR="00036083" w:rsidRDefault="00036083" w:rsidP="00036083">
      <w:pPr>
        <w:spacing w:line="360" w:lineRule="auto"/>
        <w:jc w:val="left"/>
      </w:pPr>
    </w:p>
    <w:p w14:paraId="6AE7A930" w14:textId="77777777" w:rsidR="00036083" w:rsidRDefault="00036083" w:rsidP="00036083">
      <w:pPr>
        <w:spacing w:line="360" w:lineRule="auto"/>
        <w:jc w:val="left"/>
      </w:pPr>
    </w:p>
    <w:p w14:paraId="3B125ABF" w14:textId="77777777" w:rsidR="00036083" w:rsidRDefault="00036083" w:rsidP="00036083">
      <w:pPr>
        <w:spacing w:line="360" w:lineRule="auto"/>
        <w:jc w:val="left"/>
      </w:pPr>
    </w:p>
    <w:p w14:paraId="523BBE74" w14:textId="77777777" w:rsidR="00D435D6" w:rsidRDefault="00D435D6" w:rsidP="00D435D6">
      <w:pPr>
        <w:spacing w:line="360" w:lineRule="auto"/>
        <w:jc w:val="left"/>
      </w:pPr>
    </w:p>
    <w:p w14:paraId="590638C3" w14:textId="77777777" w:rsidR="00D435D6" w:rsidRPr="00C76240" w:rsidRDefault="00D435D6" w:rsidP="00D435D6">
      <w:pPr>
        <w:pStyle w:val="ListParagraph"/>
        <w:numPr>
          <w:ilvl w:val="0"/>
          <w:numId w:val="15"/>
        </w:numPr>
        <w:spacing w:line="360" w:lineRule="auto"/>
        <w:jc w:val="left"/>
      </w:pPr>
      <w:r>
        <w:t>The actual concentration of NaOH is 0.2M, what do your results tell you about the indicators being used?</w:t>
      </w:r>
    </w:p>
    <w:p w14:paraId="5EBC7BC3" w14:textId="77777777" w:rsidR="00D435D6" w:rsidRDefault="00D435D6" w:rsidP="00D435D6">
      <w:pPr>
        <w:spacing w:line="360" w:lineRule="auto"/>
      </w:pPr>
    </w:p>
    <w:p w14:paraId="7FE4C965" w14:textId="77777777" w:rsidR="00D435D6" w:rsidRDefault="00D435D6" w:rsidP="00D435D6"/>
    <w:p w14:paraId="44662A59" w14:textId="77777777" w:rsidR="00E92A0F" w:rsidRDefault="00E92A0F" w:rsidP="004034A6"/>
    <w:sectPr w:rsidR="00E92A0F" w:rsidSect="00B439E9">
      <w:headerReference w:type="default" r:id="rId11"/>
      <w:footerReference w:type="default" r:id="rId12"/>
      <w:type w:val="continuous"/>
      <w:pgSz w:w="11906" w:h="16838"/>
      <w:pgMar w:top="1531" w:right="1077" w:bottom="1440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A9A0A7" w14:textId="77777777" w:rsidR="00993926" w:rsidRDefault="00993926" w:rsidP="004034A6">
      <w:r>
        <w:separator/>
      </w:r>
    </w:p>
  </w:endnote>
  <w:endnote w:type="continuationSeparator" w:id="0">
    <w:p w14:paraId="0A5CD6CA" w14:textId="77777777" w:rsidR="00993926" w:rsidRDefault="00993926" w:rsidP="004034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54D713" w14:textId="452F4E0B" w:rsidR="0099101D" w:rsidRPr="00C30470" w:rsidRDefault="0099101D" w:rsidP="004034A6">
    <w:pPr>
      <w:pStyle w:val="Footer"/>
    </w:pPr>
    <w:r w:rsidRPr="00C30470">
      <w:rPr>
        <w:noProof/>
        <w:lang w:eastAsia="en-GB"/>
      </w:rPr>
      <w:drawing>
        <wp:anchor distT="0" distB="0" distL="114300" distR="114300" simplePos="0" relativeHeight="251659264" behindDoc="0" locked="0" layoutInCell="1" allowOverlap="1" wp14:anchorId="53A8F0AA" wp14:editId="04AAC691">
          <wp:simplePos x="0" y="0"/>
          <wp:positionH relativeFrom="margin">
            <wp:posOffset>5525770</wp:posOffset>
          </wp:positionH>
          <wp:positionV relativeFrom="paragraph">
            <wp:posOffset>35941</wp:posOffset>
          </wp:positionV>
          <wp:extent cx="659219" cy="230411"/>
          <wp:effectExtent l="0" t="0" r="7620" b="0"/>
          <wp:wrapSquare wrapText="bothSides"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59219" cy="23041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C30470">
      <w:t xml:space="preserve">This work is licensed under the Creative Commons Attribution 4.0 International License. To view a copy of this license, visit http://creativecommons.org/licenses/by/4.0/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D33228" w14:textId="77777777" w:rsidR="00993926" w:rsidRDefault="00993926" w:rsidP="004034A6">
      <w:r>
        <w:separator/>
      </w:r>
    </w:p>
  </w:footnote>
  <w:footnote w:type="continuationSeparator" w:id="0">
    <w:p w14:paraId="6FEDF19F" w14:textId="77777777" w:rsidR="00993926" w:rsidRDefault="00993926" w:rsidP="004034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62956E" w14:textId="354A2FB3" w:rsidR="0099101D" w:rsidRPr="002F3EE4" w:rsidRDefault="0048445C" w:rsidP="004034A6">
    <w:pPr>
      <w:pStyle w:val="Header"/>
      <w:rPr>
        <w:b/>
        <w:bCs/>
      </w:rPr>
    </w:pPr>
    <w:r>
      <w:rPr>
        <w:noProof/>
      </w:rPr>
      <w:drawing>
        <wp:anchor distT="0" distB="0" distL="114300" distR="114300" simplePos="0" relativeHeight="251661312" behindDoc="0" locked="0" layoutInCell="1" allowOverlap="1" wp14:anchorId="056C195E" wp14:editId="2DEB3856">
          <wp:simplePos x="0" y="0"/>
          <wp:positionH relativeFrom="margin">
            <wp:posOffset>0</wp:posOffset>
          </wp:positionH>
          <wp:positionV relativeFrom="paragraph">
            <wp:posOffset>97655</wp:posOffset>
          </wp:positionV>
          <wp:extent cx="1144270" cy="383540"/>
          <wp:effectExtent l="0" t="0" r="0" b="0"/>
          <wp:wrapNone/>
          <wp:docPr id="16" name="Picture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4270" cy="3835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15224F" w:rsidRPr="002F3EE4">
      <w:rPr>
        <w:b/>
        <w:bCs/>
        <w:noProof/>
      </w:rPr>
      <w:drawing>
        <wp:anchor distT="0" distB="0" distL="114300" distR="114300" simplePos="0" relativeHeight="251660288" behindDoc="0" locked="0" layoutInCell="1" allowOverlap="1" wp14:anchorId="5DC164A0" wp14:editId="7A14B42D">
          <wp:simplePos x="0" y="0"/>
          <wp:positionH relativeFrom="margin">
            <wp:align>right</wp:align>
          </wp:positionH>
          <wp:positionV relativeFrom="paragraph">
            <wp:posOffset>-78105</wp:posOffset>
          </wp:positionV>
          <wp:extent cx="1059583" cy="600075"/>
          <wp:effectExtent l="0" t="0" r="7620" b="0"/>
          <wp:wrapNone/>
          <wp:docPr id="4" name="Picture 2">
            <a:extLst xmlns:a="http://schemas.openxmlformats.org/drawingml/2006/main">
              <a:ext uri="{FF2B5EF4-FFF2-40B4-BE49-F238E27FC236}">
                <a16:creationId xmlns:a16="http://schemas.microsoft.com/office/drawing/2014/main" id="{CEEBBF04-1F5D-4C74-BFAC-2897CC1487EA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2">
                    <a:extLst>
                      <a:ext uri="{FF2B5EF4-FFF2-40B4-BE49-F238E27FC236}">
                        <a16:creationId xmlns:a16="http://schemas.microsoft.com/office/drawing/2014/main" id="{CEEBBF04-1F5D-4C74-BFAC-2897CC1487EA}"/>
                      </a:ext>
                    </a:extLst>
                  </pic:cNvPr>
                  <pic:cNvPicPr>
                    <a:picLocks noChangeAspect="1"/>
                  </pic:cNvPicPr>
                </pic:nvPicPr>
                <pic:blipFill rotWithShape="1">
                  <a:blip r:embed="rId2"/>
                  <a:srcRect r="6362" b="24466"/>
                  <a:stretch/>
                </pic:blipFill>
                <pic:spPr bwMode="auto">
                  <a:xfrm>
                    <a:off x="0" y="0"/>
                    <a:ext cx="1059583" cy="60007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E2E6624" w14:textId="360722C7" w:rsidR="00B439E9" w:rsidRPr="00B439E9" w:rsidRDefault="00B439E9" w:rsidP="004034A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A1BC3"/>
    <w:multiLevelType w:val="hybridMultilevel"/>
    <w:tmpl w:val="5AE8FEC4"/>
    <w:lvl w:ilvl="0" w:tplc="5978EB1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186A67"/>
    <w:multiLevelType w:val="hybridMultilevel"/>
    <w:tmpl w:val="E7567E4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3C0997"/>
    <w:multiLevelType w:val="hybridMultilevel"/>
    <w:tmpl w:val="D12E619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5E4E4E"/>
    <w:multiLevelType w:val="hybridMultilevel"/>
    <w:tmpl w:val="110C56F4"/>
    <w:lvl w:ilvl="0" w:tplc="4424837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E458FA"/>
    <w:multiLevelType w:val="hybridMultilevel"/>
    <w:tmpl w:val="C6EA9A6A"/>
    <w:lvl w:ilvl="0" w:tplc="E1FE5CC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0006A5"/>
    <w:multiLevelType w:val="hybridMultilevel"/>
    <w:tmpl w:val="20B4EC9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1A0905"/>
    <w:multiLevelType w:val="multilevel"/>
    <w:tmpl w:val="607E47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18D5E26"/>
    <w:multiLevelType w:val="multilevel"/>
    <w:tmpl w:val="25A0E6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EC64148"/>
    <w:multiLevelType w:val="hybridMultilevel"/>
    <w:tmpl w:val="FAE0E6E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1783F38"/>
    <w:multiLevelType w:val="hybridMultilevel"/>
    <w:tmpl w:val="3162D0A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DF370CF"/>
    <w:multiLevelType w:val="hybridMultilevel"/>
    <w:tmpl w:val="0F48C0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3617C8"/>
    <w:multiLevelType w:val="hybridMultilevel"/>
    <w:tmpl w:val="4CEC7F3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8E4899"/>
    <w:multiLevelType w:val="hybridMultilevel"/>
    <w:tmpl w:val="9A02D7EE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3537B04"/>
    <w:multiLevelType w:val="hybridMultilevel"/>
    <w:tmpl w:val="16A86F9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96A303E"/>
    <w:multiLevelType w:val="hybridMultilevel"/>
    <w:tmpl w:val="E906318E"/>
    <w:lvl w:ilvl="0" w:tplc="04AE0AC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09955110">
    <w:abstractNumId w:val="11"/>
  </w:num>
  <w:num w:numId="2" w16cid:durableId="429738447">
    <w:abstractNumId w:val="0"/>
  </w:num>
  <w:num w:numId="3" w16cid:durableId="1659963063">
    <w:abstractNumId w:val="2"/>
  </w:num>
  <w:num w:numId="4" w16cid:durableId="868026855">
    <w:abstractNumId w:val="8"/>
  </w:num>
  <w:num w:numId="5" w16cid:durableId="446972099">
    <w:abstractNumId w:val="10"/>
  </w:num>
  <w:num w:numId="6" w16cid:durableId="472143023">
    <w:abstractNumId w:val="13"/>
  </w:num>
  <w:num w:numId="7" w16cid:durableId="809442939">
    <w:abstractNumId w:val="1"/>
  </w:num>
  <w:num w:numId="8" w16cid:durableId="2083790118">
    <w:abstractNumId w:val="6"/>
  </w:num>
  <w:num w:numId="9" w16cid:durableId="269549917">
    <w:abstractNumId w:val="7"/>
  </w:num>
  <w:num w:numId="10" w16cid:durableId="1420519263">
    <w:abstractNumId w:val="5"/>
  </w:num>
  <w:num w:numId="11" w16cid:durableId="933048151">
    <w:abstractNumId w:val="9"/>
  </w:num>
  <w:num w:numId="12" w16cid:durableId="301665516">
    <w:abstractNumId w:val="3"/>
  </w:num>
  <w:num w:numId="13" w16cid:durableId="897516957">
    <w:abstractNumId w:val="4"/>
  </w:num>
  <w:num w:numId="14" w16cid:durableId="2016960935">
    <w:abstractNumId w:val="14"/>
  </w:num>
  <w:num w:numId="15" w16cid:durableId="191111030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516B"/>
    <w:rsid w:val="00025274"/>
    <w:rsid w:val="00036083"/>
    <w:rsid w:val="0004516B"/>
    <w:rsid w:val="00047DE9"/>
    <w:rsid w:val="00052C7B"/>
    <w:rsid w:val="000713BC"/>
    <w:rsid w:val="000A4B60"/>
    <w:rsid w:val="00104F4F"/>
    <w:rsid w:val="00106A68"/>
    <w:rsid w:val="001228F0"/>
    <w:rsid w:val="00135E92"/>
    <w:rsid w:val="0015224F"/>
    <w:rsid w:val="0015645E"/>
    <w:rsid w:val="001606F8"/>
    <w:rsid w:val="00161690"/>
    <w:rsid w:val="001742AC"/>
    <w:rsid w:val="00185EF3"/>
    <w:rsid w:val="001C16DE"/>
    <w:rsid w:val="00204332"/>
    <w:rsid w:val="0029466D"/>
    <w:rsid w:val="00294724"/>
    <w:rsid w:val="002C5393"/>
    <w:rsid w:val="002D1046"/>
    <w:rsid w:val="002D31FD"/>
    <w:rsid w:val="002E0D46"/>
    <w:rsid w:val="002F3EE4"/>
    <w:rsid w:val="00324C76"/>
    <w:rsid w:val="00384911"/>
    <w:rsid w:val="003927FB"/>
    <w:rsid w:val="003B12AC"/>
    <w:rsid w:val="003B42C9"/>
    <w:rsid w:val="003D2127"/>
    <w:rsid w:val="004034A6"/>
    <w:rsid w:val="00425BFD"/>
    <w:rsid w:val="0044285D"/>
    <w:rsid w:val="00457BDA"/>
    <w:rsid w:val="00474263"/>
    <w:rsid w:val="0048445C"/>
    <w:rsid w:val="004A17DF"/>
    <w:rsid w:val="004D4E75"/>
    <w:rsid w:val="004F3294"/>
    <w:rsid w:val="0050459A"/>
    <w:rsid w:val="00531F46"/>
    <w:rsid w:val="005738EC"/>
    <w:rsid w:val="005962F4"/>
    <w:rsid w:val="005A5917"/>
    <w:rsid w:val="005C27A8"/>
    <w:rsid w:val="005C5A32"/>
    <w:rsid w:val="005E1700"/>
    <w:rsid w:val="005F0E63"/>
    <w:rsid w:val="00635AF0"/>
    <w:rsid w:val="006602BB"/>
    <w:rsid w:val="00695DEC"/>
    <w:rsid w:val="006C380F"/>
    <w:rsid w:val="00750938"/>
    <w:rsid w:val="00752A05"/>
    <w:rsid w:val="0077244A"/>
    <w:rsid w:val="007A0C9D"/>
    <w:rsid w:val="007D436F"/>
    <w:rsid w:val="007E4637"/>
    <w:rsid w:val="007F5217"/>
    <w:rsid w:val="00824BC4"/>
    <w:rsid w:val="00827C51"/>
    <w:rsid w:val="00847336"/>
    <w:rsid w:val="00847E54"/>
    <w:rsid w:val="00852F64"/>
    <w:rsid w:val="00864D29"/>
    <w:rsid w:val="00886317"/>
    <w:rsid w:val="008B13C5"/>
    <w:rsid w:val="008B30CE"/>
    <w:rsid w:val="008B33E9"/>
    <w:rsid w:val="008D386F"/>
    <w:rsid w:val="008D44EE"/>
    <w:rsid w:val="008E22D3"/>
    <w:rsid w:val="00913513"/>
    <w:rsid w:val="00933D8D"/>
    <w:rsid w:val="00933F5B"/>
    <w:rsid w:val="009566D6"/>
    <w:rsid w:val="00963343"/>
    <w:rsid w:val="00975595"/>
    <w:rsid w:val="0099101D"/>
    <w:rsid w:val="00993926"/>
    <w:rsid w:val="009D159A"/>
    <w:rsid w:val="009F093B"/>
    <w:rsid w:val="00A20E14"/>
    <w:rsid w:val="00A31F8F"/>
    <w:rsid w:val="00A636C3"/>
    <w:rsid w:val="00A67F5A"/>
    <w:rsid w:val="00AC4318"/>
    <w:rsid w:val="00AD6C37"/>
    <w:rsid w:val="00AF2BEC"/>
    <w:rsid w:val="00AF5FFB"/>
    <w:rsid w:val="00B01A22"/>
    <w:rsid w:val="00B24172"/>
    <w:rsid w:val="00B439E9"/>
    <w:rsid w:val="00B74DA0"/>
    <w:rsid w:val="00B82A09"/>
    <w:rsid w:val="00BC7303"/>
    <w:rsid w:val="00BE0255"/>
    <w:rsid w:val="00BE395A"/>
    <w:rsid w:val="00C2037B"/>
    <w:rsid w:val="00C30470"/>
    <w:rsid w:val="00C423CF"/>
    <w:rsid w:val="00C5686A"/>
    <w:rsid w:val="00C7249A"/>
    <w:rsid w:val="00C8383E"/>
    <w:rsid w:val="00C939E7"/>
    <w:rsid w:val="00C94EEA"/>
    <w:rsid w:val="00CA227F"/>
    <w:rsid w:val="00CD72C2"/>
    <w:rsid w:val="00D14E94"/>
    <w:rsid w:val="00D27EE6"/>
    <w:rsid w:val="00D30E75"/>
    <w:rsid w:val="00D32939"/>
    <w:rsid w:val="00D435D6"/>
    <w:rsid w:val="00D552F8"/>
    <w:rsid w:val="00D63956"/>
    <w:rsid w:val="00D65AF5"/>
    <w:rsid w:val="00E27927"/>
    <w:rsid w:val="00E67630"/>
    <w:rsid w:val="00E715AA"/>
    <w:rsid w:val="00E770FD"/>
    <w:rsid w:val="00E92A0F"/>
    <w:rsid w:val="00EF7633"/>
    <w:rsid w:val="00F219A5"/>
    <w:rsid w:val="00F26BB6"/>
    <w:rsid w:val="00F27031"/>
    <w:rsid w:val="00F50D31"/>
    <w:rsid w:val="00F62BCA"/>
    <w:rsid w:val="00F64C42"/>
    <w:rsid w:val="00F679B3"/>
    <w:rsid w:val="00F71150"/>
    <w:rsid w:val="00F7629C"/>
    <w:rsid w:val="00F912AE"/>
    <w:rsid w:val="00F95903"/>
    <w:rsid w:val="00F97B48"/>
    <w:rsid w:val="00FA3D34"/>
    <w:rsid w:val="00FB6552"/>
    <w:rsid w:val="00FD4196"/>
    <w:rsid w:val="00FF5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585053DC"/>
  <w15:docId w15:val="{8559A521-1087-4F9A-9566-DAF79148A5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034A6"/>
    <w:pPr>
      <w:spacing w:after="0"/>
      <w:jc w:val="both"/>
    </w:pPr>
    <w:rPr>
      <w:rFonts w:ascii="Arial" w:hAnsi="Arial" w:cs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1606F8"/>
    <w:pPr>
      <w:outlineLvl w:val="0"/>
    </w:pPr>
    <w:rPr>
      <w:b/>
      <w:sz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606F8"/>
    <w:pPr>
      <w:outlineLvl w:val="1"/>
    </w:pPr>
    <w:rPr>
      <w:b/>
      <w:bCs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30E75"/>
    <w:pPr>
      <w:outlineLvl w:val="2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715A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5686A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5BF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5BF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425BFD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25BFD"/>
  </w:style>
  <w:style w:type="paragraph" w:styleId="Footer">
    <w:name w:val="footer"/>
    <w:basedOn w:val="Normal"/>
    <w:link w:val="FooterChar"/>
    <w:uiPriority w:val="99"/>
    <w:unhideWhenUsed/>
    <w:rsid w:val="00425BFD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25BFD"/>
  </w:style>
  <w:style w:type="paragraph" w:styleId="NormalWeb">
    <w:name w:val="Normal (Web)"/>
    <w:basedOn w:val="Normal"/>
    <w:uiPriority w:val="99"/>
    <w:unhideWhenUsed/>
    <w:rsid w:val="00324C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Strong">
    <w:name w:val="Strong"/>
    <w:basedOn w:val="DefaultParagraphFont"/>
    <w:uiPriority w:val="22"/>
    <w:qFormat/>
    <w:rsid w:val="00324C76"/>
    <w:rPr>
      <w:b/>
      <w:bCs/>
    </w:rPr>
  </w:style>
  <w:style w:type="character" w:styleId="Emphasis">
    <w:name w:val="Emphasis"/>
    <w:basedOn w:val="DefaultParagraphFont"/>
    <w:uiPriority w:val="20"/>
    <w:qFormat/>
    <w:rsid w:val="00C8383E"/>
    <w:rPr>
      <w:i/>
      <w:iCs/>
    </w:rPr>
  </w:style>
  <w:style w:type="table" w:styleId="TableGrid">
    <w:name w:val="Table Grid"/>
    <w:basedOn w:val="TableNormal"/>
    <w:uiPriority w:val="59"/>
    <w:rsid w:val="00824B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1606F8"/>
    <w:rPr>
      <w:rFonts w:ascii="Arial" w:hAnsi="Arial" w:cs="Arial"/>
      <w:b/>
      <w:sz w:val="28"/>
    </w:rPr>
  </w:style>
  <w:style w:type="character" w:customStyle="1" w:styleId="Heading2Char">
    <w:name w:val="Heading 2 Char"/>
    <w:basedOn w:val="DefaultParagraphFont"/>
    <w:link w:val="Heading2"/>
    <w:uiPriority w:val="9"/>
    <w:rsid w:val="001606F8"/>
    <w:rPr>
      <w:rFonts w:ascii="Arial" w:hAnsi="Arial" w:cs="Arial"/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D30E75"/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19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87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1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62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31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5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45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NicolaJRogersSimpson\ChemBam_ZS2017\Documents_for_experiments\pdf_StudentExperiment\experimentStudent_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8ea8a44-508f-45ea-ba6e-602239bd24ee">
      <Terms xmlns="http://schemas.microsoft.com/office/infopath/2007/PartnerControls"/>
    </lcf76f155ced4ddcb4097134ff3c332f>
    <TaxCatchAll xmlns="7c574a71-af5a-45b8-b699-d8681df00996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1F17AE142E5AC4F8140A237964518BD" ma:contentTypeVersion="16" ma:contentTypeDescription="Create a new document." ma:contentTypeScope="" ma:versionID="71848f01efeb621cc8966f7d91430ea6">
  <xsd:schema xmlns:xsd="http://www.w3.org/2001/XMLSchema" xmlns:xs="http://www.w3.org/2001/XMLSchema" xmlns:p="http://schemas.microsoft.com/office/2006/metadata/properties" xmlns:ns2="e8ea8a44-508f-45ea-ba6e-602239bd24ee" xmlns:ns3="7c574a71-af5a-45b8-b699-d8681df00996" targetNamespace="http://schemas.microsoft.com/office/2006/metadata/properties" ma:root="true" ma:fieldsID="f128c04d9e583bb62b9ba82127d8f9df" ns2:_="" ns3:_="">
    <xsd:import namespace="e8ea8a44-508f-45ea-ba6e-602239bd24ee"/>
    <xsd:import namespace="7c574a71-af5a-45b8-b699-d8681df0099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ea8a44-508f-45ea-ba6e-602239bd24e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ac7af76c-f141-45ca-ae1a-4959eb0cbd4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574a71-af5a-45b8-b699-d8681df00996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f9b67173-e2cb-461c-a67d-bdb1795c5099}" ma:internalName="TaxCatchAll" ma:showField="CatchAllData" ma:web="7c574a71-af5a-45b8-b699-d8681df0099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5B531DA-2D41-4483-B682-45CA12F5302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E8A5105-2A06-46ED-B8C2-F22896362A4F}">
  <ds:schemaRefs>
    <ds:schemaRef ds:uri="http://schemas.microsoft.com/office/2006/metadata/properties"/>
    <ds:schemaRef ds:uri="http://schemas.microsoft.com/office/infopath/2007/PartnerControls"/>
    <ds:schemaRef ds:uri="e8ea8a44-508f-45ea-ba6e-602239bd24ee"/>
    <ds:schemaRef ds:uri="7c574a71-af5a-45b8-b699-d8681df00996"/>
  </ds:schemaRefs>
</ds:datastoreItem>
</file>

<file path=customXml/itemProps3.xml><?xml version="1.0" encoding="utf-8"?>
<ds:datastoreItem xmlns:ds="http://schemas.openxmlformats.org/officeDocument/2006/customXml" ds:itemID="{37547A4D-1DE1-4989-9F77-BA24FFBF155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12EA3E9-3406-4D5D-A350-64F38AFB40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8ea8a44-508f-45ea-ba6e-602239bd24ee"/>
    <ds:schemaRef ds:uri="7c574a71-af5a-45b8-b699-d8681df009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experimentStudent_TEMPLATE</Template>
  <TotalTime>2</TotalTime>
  <Pages>2</Pages>
  <Words>54</Words>
  <Characters>311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Nicola Simpson</dc:creator>
  <cp:lastModifiedBy>Zoe Schnepp (Chemistry)</cp:lastModifiedBy>
  <cp:revision>4</cp:revision>
  <cp:lastPrinted>2017-02-28T13:58:00Z</cp:lastPrinted>
  <dcterms:created xsi:type="dcterms:W3CDTF">2022-09-28T12:31:00Z</dcterms:created>
  <dcterms:modified xsi:type="dcterms:W3CDTF">2023-06-05T18:44:00Z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0x01010031F17AE142E5AC4F8140A237964518BD</vt:lpwstr>
  </property>
  <property fmtid="{D5CDD505-2E9C-101B-9397-08002B2CF9AE}" pid="3" name="MediaServiceImageTags">
    <vt:lpwstr/>
  </property>
</Properties>
</file>